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9B" w:rsidRPr="006E0893" w:rsidRDefault="0066049B" w:rsidP="00EF4156">
      <w:pPr>
        <w:pStyle w:val="Default"/>
        <w:jc w:val="right"/>
        <w:rPr>
          <w:sz w:val="22"/>
          <w:szCs w:val="22"/>
        </w:rPr>
      </w:pPr>
      <w:r w:rsidRPr="006E0893">
        <w:rPr>
          <w:sz w:val="22"/>
          <w:szCs w:val="22"/>
        </w:rPr>
        <w:t>ALLEGATO 2</w:t>
      </w:r>
    </w:p>
    <w:p w:rsidR="0066049B" w:rsidRPr="006E0893" w:rsidRDefault="0066049B" w:rsidP="00F2097F">
      <w:pPr>
        <w:pStyle w:val="Default"/>
        <w:jc w:val="center"/>
        <w:rPr>
          <w:sz w:val="22"/>
          <w:szCs w:val="22"/>
        </w:rPr>
      </w:pPr>
    </w:p>
    <w:p w:rsidR="0066049B" w:rsidRPr="004F340C" w:rsidRDefault="0066049B" w:rsidP="00F2097F">
      <w:pPr>
        <w:pStyle w:val="Default"/>
        <w:spacing w:after="120"/>
        <w:jc w:val="center"/>
      </w:pPr>
      <w:r w:rsidRPr="004F340C">
        <w:t>TABELLA DI VALUTAZIONE DEI TITOLI</w:t>
      </w:r>
    </w:p>
    <w:p w:rsidR="0066049B" w:rsidRPr="004F340C" w:rsidRDefault="0066049B" w:rsidP="00F10904">
      <w:pPr>
        <w:pStyle w:val="Default"/>
        <w:spacing w:after="120"/>
        <w:jc w:val="center"/>
      </w:pPr>
      <w:r w:rsidRPr="004F340C">
        <w:t>PROGETTO C-1-FSE-2010-1495</w:t>
      </w:r>
    </w:p>
    <w:p w:rsidR="0066049B" w:rsidRPr="004F340C" w:rsidRDefault="0066049B" w:rsidP="00F1090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F340C">
        <w:rPr>
          <w:rFonts w:ascii="Times New Roman" w:hAnsi="Times New Roman"/>
          <w:b/>
          <w:color w:val="000000"/>
          <w:sz w:val="24"/>
          <w:szCs w:val="24"/>
        </w:rPr>
        <w:t xml:space="preserve">“QUANTA STORIA IN UN BICCHIERE </w:t>
      </w:r>
      <w:r w:rsidRPr="004F340C">
        <w:rPr>
          <w:rFonts w:ascii="Times New Roman" w:hAnsi="Times New Roman"/>
          <w:b/>
          <w:sz w:val="24"/>
          <w:szCs w:val="24"/>
        </w:rPr>
        <w:t>D'ACQUA!”</w:t>
      </w:r>
    </w:p>
    <w:p w:rsidR="0066049B" w:rsidRPr="004F340C" w:rsidRDefault="0066049B" w:rsidP="00F1090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F340C">
        <w:rPr>
          <w:rFonts w:ascii="Times New Roman" w:hAnsi="Times New Roman"/>
          <w:b/>
          <w:color w:val="000000"/>
          <w:sz w:val="24"/>
          <w:szCs w:val="24"/>
        </w:rPr>
        <w:t>“L'ACQUA UN BENE DA TUTELARE”</w:t>
      </w:r>
    </w:p>
    <w:p w:rsidR="0066049B" w:rsidRPr="004F340C" w:rsidRDefault="0066049B" w:rsidP="00F10904">
      <w:pPr>
        <w:pStyle w:val="Default"/>
        <w:jc w:val="center"/>
        <w:rPr>
          <w:b/>
        </w:rPr>
      </w:pPr>
      <w:r w:rsidRPr="004F340C">
        <w:rPr>
          <w:b/>
        </w:rPr>
        <w:t>(PON SCUOLA PRIMARIA E SECONDARIA DI 1° GRADO)</w:t>
      </w:r>
    </w:p>
    <w:p w:rsidR="0066049B" w:rsidRPr="00F10904" w:rsidRDefault="0066049B" w:rsidP="00F2097F">
      <w:pPr>
        <w:pStyle w:val="Default"/>
        <w:jc w:val="center"/>
        <w:rPr>
          <w:sz w:val="22"/>
          <w:szCs w:val="22"/>
        </w:rPr>
      </w:pPr>
    </w:p>
    <w:p w:rsidR="0066049B" w:rsidRPr="00F10904" w:rsidRDefault="0066049B" w:rsidP="00F2097F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2552"/>
        <w:gridCol w:w="2905"/>
        <w:gridCol w:w="2835"/>
        <w:gridCol w:w="1276"/>
        <w:gridCol w:w="1275"/>
      </w:tblGrid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FC7C3E">
        <w:trPr>
          <w:trHeight w:val="15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830A89" w:rsidRDefault="0066049B" w:rsidP="00FC7C3E">
            <w:pPr>
              <w:spacing w:after="0"/>
              <w:rPr>
                <w:rFonts w:cs="Calibri"/>
                <w:color w:val="000000"/>
                <w:highlight w:val="cyan"/>
              </w:rPr>
            </w:pPr>
            <w:r w:rsidRPr="00416604">
              <w:rPr>
                <w:rFonts w:cs="Calibri"/>
                <w:bCs/>
                <w:color w:val="000000"/>
                <w:lang w:eastAsia="it-IT"/>
              </w:rPr>
              <w:t>Laurea specifica: (scienze geologiche, scienze naturali, scienze biologiche)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jc w:val="both"/>
              <w:rPr>
                <w:rFonts w:cs="Calibri"/>
                <w:color w:val="000000"/>
                <w:highlight w:val="cyan"/>
              </w:rPr>
            </w:pPr>
            <w:r w:rsidRPr="004D059C">
              <w:rPr>
                <w:rFonts w:cs="Calibri"/>
                <w:color w:val="000000"/>
              </w:rPr>
              <w:t>1° livello  (triennale)*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4</w:t>
            </w:r>
          </w:p>
          <w:p w:rsidR="0066049B" w:rsidRPr="00416604" w:rsidRDefault="0066049B" w:rsidP="00FC7C3E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FC7C3E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8</w:t>
            </w:r>
          </w:p>
          <w:p w:rsidR="0066049B" w:rsidRPr="004D059C" w:rsidRDefault="0066049B" w:rsidP="00FC7C3E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FC7C3E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FC7C3E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FC7C3E">
        <w:trPr>
          <w:trHeight w:val="157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416604" w:rsidRDefault="0066049B" w:rsidP="00FC7C3E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  <w:r w:rsidRPr="004D059C">
              <w:rPr>
                <w:rFonts w:cs="Calibri"/>
                <w:color w:val="000000"/>
              </w:rPr>
              <w:t>2° livello o vecchio ordinamento*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5E5F03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FC7C3E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9</w:t>
            </w:r>
          </w:p>
          <w:p w:rsidR="0066049B" w:rsidRPr="00416604" w:rsidRDefault="0066049B" w:rsidP="00FC7C3E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12</w:t>
            </w:r>
          </w:p>
          <w:p w:rsidR="0066049B" w:rsidRPr="004D059C" w:rsidRDefault="0066049B" w:rsidP="00FC7C3E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bCs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ab/>
              <w:t>punti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FC7C3E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FC7C3E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CD6CB5">
        <w:trPr>
          <w:trHeight w:val="428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D059C" w:rsidRDefault="0066049B" w:rsidP="00FC7C3E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2"/>
                <w:szCs w:val="22"/>
                <w:lang w:eastAsia="it-IT"/>
              </w:rPr>
              <w:t>* SI VALUTA IL TITOLO PIÙ FAVOREVOLE</w:t>
            </w:r>
          </w:p>
        </w:tc>
      </w:tr>
      <w:tr w:rsidR="0066049B" w:rsidRPr="00416604" w:rsidTr="00FC7C3E">
        <w:trPr>
          <w:trHeight w:val="87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autoSpaceDE w:val="0"/>
              <w:autoSpaceDN w:val="0"/>
              <w:adjustRightInd w:val="0"/>
              <w:spacing w:after="0" w:line="240" w:lineRule="auto"/>
            </w:pPr>
            <w:r w:rsidRPr="00416604">
              <w:t>Titoli di Specializzazione universitari o di perfezionamento postuniversitari afferenti la tipologia di intervento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Annuale: 1 punto per voce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Biennale: 2 punti per voce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max 5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</w:tr>
      <w:tr w:rsidR="0066049B" w:rsidRPr="00416604" w:rsidTr="00FC7C3E">
        <w:trPr>
          <w:trHeight w:val="675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Master in tematiche attinenti l’azione scelta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2 punti per voce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max 4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</w:tr>
      <w:tr w:rsidR="0066049B" w:rsidRPr="00416604" w:rsidTr="00FC7C3E">
        <w:trPr>
          <w:trHeight w:val="825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Dottorato in tematiche attinenti l’azione scelta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 xml:space="preserve">5 punti 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</w:pPr>
            <w:r w:rsidRPr="00416604">
              <w:t>(un solo titolo)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</w:pPr>
          </w:p>
        </w:tc>
      </w:tr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autoSpaceDE w:val="0"/>
              <w:autoSpaceDN w:val="0"/>
              <w:adjustRightInd w:val="0"/>
              <w:spacing w:after="0" w:line="240" w:lineRule="auto"/>
            </w:pPr>
            <w:r w:rsidRPr="00416604">
              <w:t>Pubblicazioni scientifiche attinenti al settore di pertinenza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/>
              <w:jc w:val="center"/>
            </w:pPr>
            <w:r w:rsidRPr="00416604">
              <w:t>1 punto per voce</w:t>
            </w:r>
          </w:p>
          <w:p w:rsidR="0066049B" w:rsidRPr="00416604" w:rsidRDefault="0066049B" w:rsidP="00FC7C3E">
            <w:pPr>
              <w:spacing w:after="0"/>
              <w:jc w:val="center"/>
            </w:pPr>
            <w:r w:rsidRPr="00416604">
              <w:t>max 5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</w:tr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Partecipazione a corsi di formazione / aggiornamento coerenti con la figura richiesta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/>
              <w:jc w:val="center"/>
            </w:pPr>
            <w:r w:rsidRPr="00416604">
              <w:t>1 punto per voce</w:t>
            </w:r>
          </w:p>
          <w:p w:rsidR="0066049B" w:rsidRPr="00416604" w:rsidRDefault="0066049B" w:rsidP="00FC7C3E">
            <w:pPr>
              <w:spacing w:after="0"/>
              <w:jc w:val="center"/>
            </w:pPr>
            <w:r w:rsidRPr="00416604">
              <w:t>max 5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</w:tr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FC7C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FC7C3E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Certificazioni informatiche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FC7C3E">
            <w:pPr>
              <w:spacing w:after="0"/>
              <w:jc w:val="center"/>
            </w:pPr>
            <w:r w:rsidRPr="00416604">
              <w:t>3 punto per voce</w:t>
            </w:r>
          </w:p>
          <w:p w:rsidR="0066049B" w:rsidRPr="00416604" w:rsidRDefault="0066049B" w:rsidP="00FC7C3E">
            <w:pPr>
              <w:spacing w:after="0"/>
              <w:jc w:val="center"/>
              <w:rPr>
                <w:rFonts w:ascii="Times-Bold" w:hAnsi="Times-Bold" w:cs="Times-Bold"/>
                <w:b/>
                <w:bCs/>
              </w:rPr>
            </w:pPr>
            <w:r w:rsidRPr="00416604">
              <w:t>(una sola certificazione)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</w:tr>
      <w:tr w:rsidR="0066049B" w:rsidRPr="00416604" w:rsidTr="00234182">
        <w:trPr>
          <w:trHeight w:val="630"/>
        </w:trPr>
        <w:tc>
          <w:tcPr>
            <w:tcW w:w="8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A3456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FC7C3E">
            <w:pPr>
              <w:spacing w:after="0"/>
              <w:jc w:val="center"/>
            </w:pPr>
          </w:p>
        </w:tc>
      </w:tr>
    </w:tbl>
    <w:p w:rsidR="0066049B" w:rsidRPr="006E0893" w:rsidRDefault="0066049B" w:rsidP="00F2097F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097F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097F">
      <w:pPr>
        <w:pStyle w:val="Default"/>
        <w:jc w:val="center"/>
        <w:rPr>
          <w:sz w:val="22"/>
          <w:szCs w:val="22"/>
        </w:rPr>
      </w:pPr>
    </w:p>
    <w:p w:rsidR="0066049B" w:rsidRDefault="0066049B" w:rsidP="00F10904">
      <w:pPr>
        <w:pStyle w:val="Default"/>
        <w:spacing w:after="120"/>
        <w:jc w:val="center"/>
      </w:pPr>
    </w:p>
    <w:p w:rsidR="0066049B" w:rsidRPr="004A3456" w:rsidRDefault="0066049B" w:rsidP="00F10904">
      <w:pPr>
        <w:pStyle w:val="Default"/>
        <w:spacing w:after="120"/>
        <w:jc w:val="center"/>
      </w:pPr>
      <w:r w:rsidRPr="004A3456">
        <w:t>TABELLA DI VALUTAZIONE DEI TITOLI</w:t>
      </w:r>
    </w:p>
    <w:p w:rsidR="0066049B" w:rsidRPr="004A3456" w:rsidRDefault="0066049B" w:rsidP="00631274">
      <w:pPr>
        <w:pStyle w:val="Default"/>
        <w:spacing w:after="120"/>
        <w:jc w:val="center"/>
      </w:pPr>
      <w:r w:rsidRPr="004A3456">
        <w:t>PROGETTO D-1-FSE-2010-560</w:t>
      </w:r>
    </w:p>
    <w:p w:rsidR="0066049B" w:rsidRPr="004A3456" w:rsidRDefault="0066049B" w:rsidP="0063127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456">
        <w:rPr>
          <w:rFonts w:ascii="Times New Roman" w:hAnsi="Times New Roman"/>
          <w:b/>
          <w:sz w:val="24"/>
          <w:szCs w:val="24"/>
        </w:rPr>
        <w:t>“PC PER TUTTI (PREPARAZIONE PER ESAMI ECDL)”</w:t>
      </w:r>
    </w:p>
    <w:p w:rsidR="0066049B" w:rsidRPr="004A3456" w:rsidRDefault="0066049B" w:rsidP="00F10904">
      <w:pPr>
        <w:pStyle w:val="Default"/>
        <w:jc w:val="center"/>
        <w:rPr>
          <w:b/>
        </w:rPr>
      </w:pPr>
      <w:r w:rsidRPr="004A3456">
        <w:rPr>
          <w:b/>
        </w:rPr>
        <w:t xml:space="preserve"> (PON DOCENTI E PERSONALE ATA DELLA SCUOLA)</w:t>
      </w: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2623"/>
        <w:gridCol w:w="2834"/>
        <w:gridCol w:w="2835"/>
        <w:gridCol w:w="1276"/>
        <w:gridCol w:w="1275"/>
      </w:tblGrid>
      <w:tr w:rsidR="0066049B" w:rsidRPr="00416604" w:rsidTr="005E5F03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5E5F03">
        <w:trPr>
          <w:trHeight w:val="1575"/>
        </w:trPr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4D059C" w:rsidRDefault="0066049B" w:rsidP="00A13639">
            <w:pPr>
              <w:rPr>
                <w:rFonts w:cs="Calibri"/>
                <w:color w:val="000000"/>
                <w:highlight w:val="cyan"/>
              </w:rPr>
            </w:pPr>
            <w:r w:rsidRPr="00416604">
              <w:t>Laurea specifica (Informatica, ingegneria informatica)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jc w:val="both"/>
              <w:rPr>
                <w:rFonts w:cs="Calibri"/>
                <w:color w:val="000000"/>
                <w:highlight w:val="cyan"/>
              </w:rPr>
            </w:pPr>
            <w:r w:rsidRPr="004D059C">
              <w:rPr>
                <w:rFonts w:cs="Calibri"/>
                <w:color w:val="000000"/>
              </w:rPr>
              <w:t>1° livello  (triennale)*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5E5F03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4</w:t>
            </w:r>
          </w:p>
          <w:p w:rsidR="0066049B" w:rsidRPr="00416604" w:rsidRDefault="0066049B" w:rsidP="005E5F03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5E5F03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8</w:t>
            </w:r>
          </w:p>
          <w:p w:rsidR="0066049B" w:rsidRPr="004D059C" w:rsidRDefault="0066049B" w:rsidP="005E5F03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A13639">
            <w:pPr>
              <w:pStyle w:val="Default"/>
              <w:tabs>
                <w:tab w:val="left" w:leader="dot" w:pos="2056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A13639">
            <w:pPr>
              <w:pStyle w:val="Default"/>
              <w:tabs>
                <w:tab w:val="left" w:leader="dot" w:pos="2056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5E5F03">
        <w:trPr>
          <w:trHeight w:val="1575"/>
        </w:trPr>
        <w:tc>
          <w:tcPr>
            <w:tcW w:w="2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416604" w:rsidRDefault="0066049B" w:rsidP="00A13639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  <w:r w:rsidRPr="004D059C">
              <w:rPr>
                <w:rFonts w:cs="Calibri"/>
                <w:color w:val="000000"/>
              </w:rPr>
              <w:t>2° livello o vecchio ordinamento*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5E5F03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5E5F03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9</w:t>
            </w:r>
          </w:p>
          <w:p w:rsidR="0066049B" w:rsidRPr="00416604" w:rsidRDefault="0066049B" w:rsidP="005E5F03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12</w:t>
            </w:r>
          </w:p>
          <w:p w:rsidR="0066049B" w:rsidRPr="004D059C" w:rsidRDefault="0066049B" w:rsidP="005E5F03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bCs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ab/>
              <w:t>punti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A13639">
            <w:pPr>
              <w:pStyle w:val="Default"/>
              <w:tabs>
                <w:tab w:val="left" w:leader="dot" w:pos="2056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A13639">
            <w:pPr>
              <w:pStyle w:val="Default"/>
              <w:tabs>
                <w:tab w:val="left" w:leader="dot" w:pos="2056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ED00BC">
        <w:trPr>
          <w:trHeight w:val="428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D059C" w:rsidRDefault="0066049B" w:rsidP="00A13639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2"/>
                <w:szCs w:val="22"/>
                <w:lang w:eastAsia="it-IT"/>
              </w:rPr>
              <w:t>* SI VALUTA IL TITOLO PIÙ FAVOREVOLE</w:t>
            </w:r>
          </w:p>
        </w:tc>
      </w:tr>
      <w:tr w:rsidR="0066049B" w:rsidRPr="00416604" w:rsidTr="005E5F03">
        <w:trPr>
          <w:trHeight w:val="87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t>Esperienze di docenza in corsi/seminari universitari nel settore di pertinenza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</w:pPr>
            <w:r w:rsidRPr="00416604">
              <w:t>1 punto per</w:t>
            </w:r>
            <w:r w:rsidRPr="00416604">
              <w:rPr>
                <w:color w:val="000000"/>
                <w:lang w:eastAsia="it-IT"/>
              </w:rPr>
              <w:t xml:space="preserve"> esperienza</w:t>
            </w:r>
          </w:p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t>max 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</w:pPr>
          </w:p>
        </w:tc>
      </w:tr>
      <w:tr w:rsidR="0066049B" w:rsidRPr="00416604" w:rsidTr="005E5F03">
        <w:trPr>
          <w:trHeight w:val="78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</w:pPr>
            <w:r w:rsidRPr="00416604">
              <w:t>Pubblicazioni scientifiche e Master in tematiche attinenti l’ambito di intervento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voce</w:t>
            </w:r>
          </w:p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5E5F03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A13639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5E5F03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A13639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A13639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164B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A3456">
            <w:pPr>
              <w:spacing w:after="0" w:line="240" w:lineRule="auto"/>
            </w:pPr>
            <w:r w:rsidRPr="00416604">
              <w:t>Esperienze in qualità di esaminatore ECDL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esperienza</w:t>
            </w:r>
          </w:p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164B3E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A3456">
            <w:pPr>
              <w:spacing w:after="0" w:line="240" w:lineRule="auto"/>
            </w:pPr>
            <w:r w:rsidRPr="00416604">
              <w:t>Esperienze in qualità di docente in corsi di preparazione per esami ECDL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3 punti per esperienza</w:t>
            </w:r>
          </w:p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12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164B3E">
        <w:trPr>
          <w:trHeight w:val="630"/>
        </w:trPr>
        <w:tc>
          <w:tcPr>
            <w:tcW w:w="8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A3456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/>
              <w:jc w:val="center"/>
            </w:pPr>
          </w:p>
        </w:tc>
      </w:tr>
    </w:tbl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Default="0066049B" w:rsidP="00F10904">
      <w:pPr>
        <w:pStyle w:val="Default"/>
        <w:jc w:val="center"/>
        <w:rPr>
          <w:sz w:val="22"/>
          <w:szCs w:val="22"/>
        </w:rPr>
      </w:pPr>
    </w:p>
    <w:p w:rsidR="0066049B" w:rsidRPr="004A3456" w:rsidRDefault="0066049B" w:rsidP="00F10904">
      <w:pPr>
        <w:pStyle w:val="Default"/>
        <w:jc w:val="center"/>
      </w:pPr>
    </w:p>
    <w:p w:rsidR="0066049B" w:rsidRPr="004A3456" w:rsidRDefault="0066049B" w:rsidP="00693549">
      <w:pPr>
        <w:pStyle w:val="Default"/>
        <w:spacing w:after="120"/>
        <w:jc w:val="center"/>
      </w:pPr>
      <w:r w:rsidRPr="004A3456">
        <w:t>TABELLA DI VALUTAZIONE DEI TITOLI</w:t>
      </w:r>
    </w:p>
    <w:p w:rsidR="0066049B" w:rsidRPr="004A3456" w:rsidRDefault="0066049B" w:rsidP="00831422">
      <w:pPr>
        <w:pStyle w:val="Default"/>
        <w:spacing w:after="120"/>
        <w:jc w:val="center"/>
      </w:pPr>
      <w:r w:rsidRPr="004A3456">
        <w:t>PROGETTO F-1-FSE-2010-343</w:t>
      </w:r>
    </w:p>
    <w:p w:rsidR="0066049B" w:rsidRPr="004A3456" w:rsidRDefault="0066049B" w:rsidP="009B521B">
      <w:pPr>
        <w:pStyle w:val="Default"/>
        <w:spacing w:line="276" w:lineRule="auto"/>
        <w:jc w:val="center"/>
        <w:rPr>
          <w:b/>
        </w:rPr>
      </w:pPr>
      <w:r w:rsidRPr="004A3456">
        <w:rPr>
          <w:b/>
        </w:rPr>
        <w:t>“LABORATORIO DI CUCITO: ARTE E CULTURA SICILIANA”</w:t>
      </w:r>
    </w:p>
    <w:p w:rsidR="0066049B" w:rsidRPr="004A3456" w:rsidRDefault="0066049B" w:rsidP="00693549">
      <w:pPr>
        <w:pStyle w:val="Default"/>
        <w:jc w:val="center"/>
        <w:rPr>
          <w:b/>
        </w:rPr>
      </w:pPr>
      <w:r w:rsidRPr="004A3456">
        <w:rPr>
          <w:b/>
        </w:rPr>
        <w:t>(PON GENITORI)</w:t>
      </w:r>
    </w:p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5457"/>
        <w:gridCol w:w="2835"/>
        <w:gridCol w:w="1276"/>
        <w:gridCol w:w="1275"/>
      </w:tblGrid>
      <w:tr w:rsidR="0066049B" w:rsidRPr="00416604" w:rsidTr="003022A6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TITOLO DI ACCESSO:</w:t>
            </w:r>
          </w:p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Capacità sartoriali certificate (requisito essenziale per accedere alla graduatoria)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ogni titolo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8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Titolo specifico presso l’accademia di belle arti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Diploma di istituto d’arte (stilista di moda)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15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Titolare di atelier o sartoria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Partecipazione a sfilate di moda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manifestazione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  <w:rPr>
                <w:caps/>
              </w:rPr>
            </w:pPr>
            <w:r w:rsidRPr="00416604">
              <w:t>Aver realizzato costumi per gruppi mascherati e/o costumi teatrali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2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Certificazioni informatiche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  <w:jc w:val="center"/>
            </w:pPr>
            <w:r w:rsidRPr="00416604">
              <w:t>3 punto per voce</w:t>
            </w:r>
          </w:p>
          <w:p w:rsidR="0066049B" w:rsidRPr="00416604" w:rsidRDefault="0066049B" w:rsidP="004F340C">
            <w:pPr>
              <w:spacing w:after="0"/>
              <w:jc w:val="center"/>
              <w:rPr>
                <w:rFonts w:ascii="Times-Bold" w:hAnsi="Times-Bold" w:cs="Times-Bold"/>
                <w:b/>
                <w:bCs/>
              </w:rPr>
            </w:pPr>
            <w:r w:rsidRPr="00416604">
              <w:t>(una sola certificazione)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</w:tr>
      <w:tr w:rsidR="0066049B" w:rsidRPr="00416604" w:rsidTr="00164B3E">
        <w:trPr>
          <w:trHeight w:val="630"/>
        </w:trPr>
        <w:tc>
          <w:tcPr>
            <w:tcW w:w="8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A3456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A3456">
            <w:pPr>
              <w:spacing w:after="0"/>
              <w:jc w:val="center"/>
            </w:pPr>
          </w:p>
        </w:tc>
      </w:tr>
    </w:tbl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693549">
      <w:pPr>
        <w:pStyle w:val="Default"/>
        <w:jc w:val="center"/>
        <w:rPr>
          <w:sz w:val="22"/>
          <w:szCs w:val="22"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9B521B">
      <w:pPr>
        <w:pStyle w:val="Default"/>
        <w:spacing w:after="120"/>
        <w:jc w:val="center"/>
      </w:pPr>
    </w:p>
    <w:p w:rsidR="0066049B" w:rsidRPr="003842DE" w:rsidRDefault="0066049B" w:rsidP="009B521B">
      <w:pPr>
        <w:pStyle w:val="Default"/>
        <w:spacing w:after="120"/>
        <w:jc w:val="center"/>
      </w:pPr>
      <w:r w:rsidRPr="003842DE">
        <w:t>TABELLA DI VALUTAZIONE DEI TITOLI</w:t>
      </w:r>
    </w:p>
    <w:p w:rsidR="0066049B" w:rsidRPr="003842DE" w:rsidRDefault="0066049B" w:rsidP="009B521B">
      <w:pPr>
        <w:pStyle w:val="Default"/>
        <w:spacing w:after="120"/>
        <w:jc w:val="center"/>
      </w:pPr>
      <w:r w:rsidRPr="003842DE">
        <w:t>PROGETTO F-1-FSE-2010-343</w:t>
      </w:r>
    </w:p>
    <w:p w:rsidR="0066049B" w:rsidRPr="003842DE" w:rsidRDefault="0066049B" w:rsidP="009B521B">
      <w:pPr>
        <w:pStyle w:val="Default"/>
        <w:spacing w:line="276" w:lineRule="auto"/>
        <w:jc w:val="center"/>
        <w:rPr>
          <w:b/>
        </w:rPr>
      </w:pPr>
      <w:r w:rsidRPr="003842DE">
        <w:rPr>
          <w:b/>
        </w:rPr>
        <w:t>“DANZA: CULTURA E FOLKLORE”</w:t>
      </w:r>
    </w:p>
    <w:p w:rsidR="0066049B" w:rsidRPr="003842DE" w:rsidRDefault="0066049B" w:rsidP="00C05FC6">
      <w:pPr>
        <w:pStyle w:val="Default"/>
        <w:jc w:val="center"/>
        <w:rPr>
          <w:b/>
        </w:rPr>
      </w:pPr>
      <w:r w:rsidRPr="003842DE">
        <w:rPr>
          <w:b/>
        </w:rPr>
        <w:t>(PON SCUOLA SECONDARIA DI 1° GRADO)</w:t>
      </w: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5457"/>
        <w:gridCol w:w="2835"/>
        <w:gridCol w:w="1276"/>
        <w:gridCol w:w="1275"/>
      </w:tblGrid>
      <w:tr w:rsidR="0066049B" w:rsidRPr="00416604" w:rsidTr="00803CFA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Titoli accademici per la danza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ogni titolo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Corsi di formazione attinenti al modulo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ogni titolo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8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15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Esperienze lavorative nel settore di pertinenza (manifestazioni, concorsi , esibizioni, stage, gare, corsi di danza, giudice o tecnico di gare)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3 punti per esperienza</w:t>
            </w:r>
          </w:p>
          <w:p w:rsidR="0066049B" w:rsidRPr="00416604" w:rsidRDefault="0066049B" w:rsidP="004F340C">
            <w:pPr>
              <w:tabs>
                <w:tab w:val="left" w:leader="dot" w:pos="2481"/>
              </w:tabs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15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Istruttore di corsi di ballo (classico, moderno e contemporaneo)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2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Certificazioni informatiche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  <w:jc w:val="center"/>
            </w:pPr>
            <w:r w:rsidRPr="00416604">
              <w:t>3 punto per voce</w:t>
            </w:r>
          </w:p>
          <w:p w:rsidR="0066049B" w:rsidRPr="00416604" w:rsidRDefault="0066049B" w:rsidP="004F340C">
            <w:pPr>
              <w:spacing w:after="0"/>
              <w:jc w:val="center"/>
              <w:rPr>
                <w:rFonts w:ascii="Times-Bold" w:hAnsi="Times-Bold" w:cs="Times-Bold"/>
                <w:b/>
                <w:bCs/>
              </w:rPr>
            </w:pPr>
            <w:r w:rsidRPr="00416604">
              <w:t>(una sola certificazione)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</w:tr>
      <w:tr w:rsidR="0066049B" w:rsidRPr="00416604" w:rsidTr="00164B3E">
        <w:trPr>
          <w:trHeight w:val="630"/>
        </w:trPr>
        <w:tc>
          <w:tcPr>
            <w:tcW w:w="8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164B3E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</w:tr>
    </w:tbl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9B521B">
      <w:pPr>
        <w:pStyle w:val="Default"/>
        <w:jc w:val="center"/>
        <w:rPr>
          <w:sz w:val="22"/>
          <w:szCs w:val="22"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</w:rPr>
      </w:pPr>
    </w:p>
    <w:p w:rsidR="0066049B" w:rsidRDefault="0066049B" w:rsidP="00F23915">
      <w:pPr>
        <w:pStyle w:val="Default"/>
        <w:spacing w:after="120"/>
        <w:jc w:val="center"/>
      </w:pPr>
    </w:p>
    <w:p w:rsidR="0066049B" w:rsidRPr="003842DE" w:rsidRDefault="0066049B" w:rsidP="00F23915">
      <w:pPr>
        <w:pStyle w:val="Default"/>
        <w:spacing w:after="120"/>
        <w:jc w:val="center"/>
      </w:pPr>
      <w:r w:rsidRPr="003842DE">
        <w:t>TABELLA DI VALUTAZIONE DEI TITOLI</w:t>
      </w:r>
    </w:p>
    <w:p w:rsidR="0066049B" w:rsidRPr="003842DE" w:rsidRDefault="0066049B" w:rsidP="00F23915">
      <w:pPr>
        <w:pStyle w:val="Default"/>
        <w:spacing w:after="120"/>
        <w:jc w:val="center"/>
      </w:pPr>
      <w:r w:rsidRPr="003842DE">
        <w:t>PROGETTO F-1-FSE-2010-343</w:t>
      </w:r>
    </w:p>
    <w:p w:rsidR="0066049B" w:rsidRPr="003842DE" w:rsidRDefault="0066049B" w:rsidP="00F23915">
      <w:pPr>
        <w:pStyle w:val="Default"/>
        <w:spacing w:line="276" w:lineRule="auto"/>
        <w:jc w:val="center"/>
        <w:rPr>
          <w:b/>
        </w:rPr>
      </w:pPr>
      <w:r w:rsidRPr="003842DE">
        <w:rPr>
          <w:b/>
        </w:rPr>
        <w:t>“CREARE E MANIPOLARE CON FANTASIA”</w:t>
      </w: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  <w:r w:rsidRPr="003842DE">
        <w:rPr>
          <w:b/>
        </w:rPr>
        <w:t>(PON SCUOLA PRIMARIA)</w:t>
      </w: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5457"/>
        <w:gridCol w:w="2835"/>
        <w:gridCol w:w="1276"/>
        <w:gridCol w:w="1275"/>
      </w:tblGrid>
      <w:tr w:rsidR="0066049B" w:rsidRPr="00416604" w:rsidTr="0055373A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Titolo specifico presso l’accademia di belle arti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Diploma di istituto d’arte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Corsi di formazione relativi alla lavorazione della cartapesta (durata minima 3 mesi)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ogni titolo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15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rPr>
                <w:bCs/>
                <w:color w:val="000000"/>
                <w:lang w:eastAsia="it-IT"/>
              </w:rPr>
              <w:t>Esperienze nella lavorazione della cartapesta ai fini della realizzazione di carri allegorici e/o maschere carnascialesche.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esperienza</w:t>
            </w:r>
          </w:p>
          <w:p w:rsidR="0066049B" w:rsidRPr="00416604" w:rsidRDefault="0066049B" w:rsidP="004F340C">
            <w:pPr>
              <w:tabs>
                <w:tab w:val="left" w:leader="dot" w:pos="2481"/>
              </w:tabs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25 punti</w:t>
            </w:r>
          </w:p>
          <w:p w:rsidR="0066049B" w:rsidRPr="00416604" w:rsidRDefault="0066049B" w:rsidP="004F340C">
            <w:pPr>
              <w:tabs>
                <w:tab w:val="left" w:leader="dot" w:pos="2481"/>
              </w:tabs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(si valuta una esperienza per anno solare)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7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825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416604">
              <w:rPr>
                <w:rFonts w:ascii="Calibri" w:hAnsi="Calibri"/>
                <w:sz w:val="22"/>
                <w:szCs w:val="22"/>
              </w:rPr>
              <w:t>Certificazioni informatiche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  <w:jc w:val="center"/>
            </w:pPr>
            <w:r w:rsidRPr="00416604">
              <w:t>3 punto per voce</w:t>
            </w:r>
          </w:p>
          <w:p w:rsidR="0066049B" w:rsidRPr="00416604" w:rsidRDefault="0066049B" w:rsidP="004F340C">
            <w:pPr>
              <w:spacing w:after="0"/>
              <w:jc w:val="center"/>
              <w:rPr>
                <w:rFonts w:ascii="Times-Bold" w:hAnsi="Times-Bold" w:cs="Times-Bold"/>
                <w:b/>
                <w:bCs/>
              </w:rPr>
            </w:pPr>
            <w:r w:rsidRPr="00416604">
              <w:t>(una sola certificazione)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/>
              <w:jc w:val="center"/>
            </w:pPr>
          </w:p>
        </w:tc>
      </w:tr>
      <w:tr w:rsidR="0066049B" w:rsidRPr="00416604" w:rsidTr="00164B3E">
        <w:trPr>
          <w:trHeight w:val="630"/>
        </w:trPr>
        <w:tc>
          <w:tcPr>
            <w:tcW w:w="8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164B3E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</w:tr>
    </w:tbl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F23915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81769D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81769D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Default="0066049B" w:rsidP="00731119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Default="0066049B" w:rsidP="00731119">
      <w:pPr>
        <w:pStyle w:val="Default"/>
        <w:spacing w:after="120"/>
        <w:jc w:val="center"/>
      </w:pPr>
    </w:p>
    <w:p w:rsidR="0066049B" w:rsidRPr="003842DE" w:rsidRDefault="0066049B" w:rsidP="00731119">
      <w:pPr>
        <w:pStyle w:val="Default"/>
        <w:spacing w:after="120"/>
        <w:jc w:val="center"/>
      </w:pPr>
      <w:r w:rsidRPr="003842DE">
        <w:t>TABELLA DI VALUTAZIONE DEI TITOLI</w:t>
      </w:r>
    </w:p>
    <w:p w:rsidR="0066049B" w:rsidRPr="003842DE" w:rsidRDefault="0066049B" w:rsidP="00731119">
      <w:pPr>
        <w:pStyle w:val="Default"/>
        <w:spacing w:after="120"/>
        <w:jc w:val="center"/>
      </w:pPr>
      <w:r w:rsidRPr="003842DE">
        <w:t>PROGETTO F-1-FSE-2010-343</w:t>
      </w:r>
    </w:p>
    <w:p w:rsidR="0066049B" w:rsidRPr="003842DE" w:rsidRDefault="0066049B" w:rsidP="00731119">
      <w:pPr>
        <w:pStyle w:val="Default"/>
        <w:spacing w:line="276" w:lineRule="auto"/>
        <w:jc w:val="center"/>
        <w:rPr>
          <w:b/>
        </w:rPr>
      </w:pPr>
      <w:r w:rsidRPr="003842DE">
        <w:rPr>
          <w:b/>
        </w:rPr>
        <w:t>“SULLE NOTE DEL PC (PREPARAZIONE PER ESAMI ECDL)”</w:t>
      </w:r>
    </w:p>
    <w:p w:rsidR="0066049B" w:rsidRPr="003842DE" w:rsidRDefault="0066049B" w:rsidP="00731119">
      <w:pPr>
        <w:pStyle w:val="Default"/>
        <w:jc w:val="center"/>
        <w:rPr>
          <w:b/>
        </w:rPr>
      </w:pPr>
      <w:r w:rsidRPr="003842DE">
        <w:rPr>
          <w:b/>
        </w:rPr>
        <w:t>(PON SCUOLA SECONDARIA DI 1° GRADO)</w:t>
      </w:r>
    </w:p>
    <w:p w:rsidR="0066049B" w:rsidRPr="003842DE" w:rsidRDefault="0066049B" w:rsidP="00731119">
      <w:pPr>
        <w:pStyle w:val="Default"/>
        <w:jc w:val="center"/>
      </w:pPr>
    </w:p>
    <w:p w:rsidR="0066049B" w:rsidRDefault="0066049B" w:rsidP="00731119">
      <w:pPr>
        <w:pStyle w:val="Default"/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X="-497" w:tblpY="119"/>
        <w:tblW w:w="10843" w:type="dxa"/>
        <w:tblCellMar>
          <w:left w:w="70" w:type="dxa"/>
          <w:right w:w="70" w:type="dxa"/>
        </w:tblCellMar>
        <w:tblLook w:val="00A0"/>
      </w:tblPr>
      <w:tblGrid>
        <w:gridCol w:w="2622"/>
        <w:gridCol w:w="2835"/>
        <w:gridCol w:w="2835"/>
        <w:gridCol w:w="1276"/>
        <w:gridCol w:w="1275"/>
      </w:tblGrid>
      <w:tr w:rsidR="0066049B" w:rsidRPr="00416604" w:rsidTr="00CE60D3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REQUISITI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b/>
                <w:bCs/>
                <w:color w:val="000000"/>
                <w:lang w:eastAsia="it-IT"/>
              </w:rPr>
              <w:t>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  dichiarati dal candidato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b/>
                <w:bCs/>
                <w:color w:val="000000"/>
                <w:lang w:eastAsia="it-IT"/>
              </w:rPr>
            </w:pPr>
            <w:r w:rsidRPr="00416604">
              <w:rPr>
                <w:rFonts w:ascii="Times New Roman" w:hAnsi="Times New Roman"/>
                <w:b/>
                <w:sz w:val="20"/>
                <w:szCs w:val="20"/>
              </w:rPr>
              <w:t>Punteggi attribuiti dal GOP</w:t>
            </w:r>
          </w:p>
        </w:tc>
      </w:tr>
      <w:tr w:rsidR="0066049B" w:rsidRPr="00416604" w:rsidTr="004F340C">
        <w:trPr>
          <w:trHeight w:val="1575"/>
        </w:trPr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4D059C" w:rsidRDefault="0066049B" w:rsidP="004F340C">
            <w:pPr>
              <w:rPr>
                <w:rFonts w:cs="Calibri"/>
                <w:color w:val="000000"/>
                <w:highlight w:val="cyan"/>
              </w:rPr>
            </w:pPr>
            <w:r w:rsidRPr="00416604">
              <w:t>Laurea specifica (Informatica, ingegneria informatica)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/>
              <w:jc w:val="both"/>
              <w:rPr>
                <w:rFonts w:cs="Calibri"/>
                <w:color w:val="000000"/>
                <w:highlight w:val="cyan"/>
              </w:rPr>
            </w:pPr>
            <w:r w:rsidRPr="004D059C">
              <w:rPr>
                <w:rFonts w:cs="Calibri"/>
                <w:color w:val="000000"/>
              </w:rPr>
              <w:t>1° livello (triennale)*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4</w:t>
            </w:r>
          </w:p>
          <w:p w:rsidR="0066049B" w:rsidRPr="00416604" w:rsidRDefault="0066049B" w:rsidP="004F340C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4F340C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8</w:t>
            </w:r>
          </w:p>
          <w:p w:rsidR="0066049B" w:rsidRPr="004D059C" w:rsidRDefault="0066049B" w:rsidP="004F340C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4F340C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4F340C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4F340C">
        <w:trPr>
          <w:trHeight w:val="1575"/>
        </w:trPr>
        <w:tc>
          <w:tcPr>
            <w:tcW w:w="2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rFonts w:cs="Calibri"/>
                <w:bCs/>
                <w:color w:val="000000"/>
                <w:lang w:eastAsia="it-IT"/>
              </w:rPr>
            </w:pPr>
            <w:r w:rsidRPr="004D059C">
              <w:rPr>
                <w:rFonts w:cs="Calibri"/>
                <w:color w:val="000000"/>
              </w:rPr>
              <w:t>2° livello o vecchio ordinamento*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sz w:val="20"/>
                <w:szCs w:val="20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Fino a 99/110</w:t>
            </w:r>
            <w:r w:rsidRPr="00416604">
              <w:rPr>
                <w:rFonts w:ascii="Calibri" w:hAnsi="Calibri" w:cs="Calibri"/>
                <w:sz w:val="20"/>
                <w:szCs w:val="20"/>
              </w:rPr>
              <w:tab/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punti 6</w:t>
            </w:r>
          </w:p>
          <w:p w:rsidR="0066049B" w:rsidRPr="00416604" w:rsidRDefault="0066049B" w:rsidP="004F340C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100/110  a 105/110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9</w:t>
            </w:r>
          </w:p>
          <w:p w:rsidR="0066049B" w:rsidRPr="00416604" w:rsidRDefault="0066049B" w:rsidP="004F340C">
            <w:pPr>
              <w:tabs>
                <w:tab w:val="left" w:leader="dot" w:pos="1985"/>
              </w:tabs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it-IT"/>
              </w:rPr>
            </w:pP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da 106/110  a 110/110</w:t>
            </w:r>
            <w:r w:rsidRPr="00416604">
              <w:rPr>
                <w:rFonts w:cs="Calibri"/>
                <w:sz w:val="20"/>
                <w:szCs w:val="20"/>
              </w:rPr>
              <w:tab/>
            </w:r>
            <w:r w:rsidRPr="00416604">
              <w:rPr>
                <w:rFonts w:cs="Calibri"/>
                <w:color w:val="000000"/>
                <w:sz w:val="20"/>
                <w:szCs w:val="20"/>
                <w:lang w:eastAsia="it-IT"/>
              </w:rPr>
              <w:t>punti 12</w:t>
            </w:r>
          </w:p>
          <w:p w:rsidR="0066049B" w:rsidRPr="004D059C" w:rsidRDefault="0066049B" w:rsidP="004F340C">
            <w:pPr>
              <w:pStyle w:val="Default"/>
              <w:tabs>
                <w:tab w:val="left" w:leader="dot" w:pos="1985"/>
              </w:tabs>
              <w:rPr>
                <w:rFonts w:ascii="Calibri" w:hAnsi="Calibri" w:cs="Calibri"/>
                <w:bCs/>
                <w:lang w:eastAsia="it-IT"/>
              </w:rPr>
            </w:pP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>110/110 e lode</w:t>
            </w:r>
            <w:r w:rsidRPr="004D059C">
              <w:rPr>
                <w:rFonts w:ascii="Calibri" w:hAnsi="Calibri" w:cs="Calibri"/>
                <w:sz w:val="20"/>
                <w:szCs w:val="20"/>
                <w:lang w:eastAsia="it-IT"/>
              </w:rPr>
              <w:tab/>
              <w:t>punti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4F340C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D059C" w:rsidRDefault="0066049B" w:rsidP="004F340C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0"/>
                <w:szCs w:val="20"/>
                <w:lang w:eastAsia="it-IT"/>
              </w:rPr>
            </w:pPr>
          </w:p>
        </w:tc>
      </w:tr>
      <w:tr w:rsidR="0066049B" w:rsidRPr="00416604" w:rsidTr="00751A15">
        <w:trPr>
          <w:trHeight w:val="428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D059C" w:rsidRDefault="0066049B" w:rsidP="004F340C">
            <w:pPr>
              <w:pStyle w:val="Default"/>
              <w:tabs>
                <w:tab w:val="left" w:leader="dot" w:pos="2481"/>
              </w:tabs>
              <w:rPr>
                <w:rFonts w:ascii="Calibri" w:hAnsi="Calibri" w:cs="Calibri"/>
                <w:sz w:val="22"/>
                <w:szCs w:val="22"/>
                <w:lang w:eastAsia="it-IT"/>
              </w:rPr>
            </w:pPr>
            <w:r w:rsidRPr="004D059C">
              <w:rPr>
                <w:rFonts w:ascii="Calibri" w:hAnsi="Calibri" w:cs="Calibri"/>
                <w:sz w:val="22"/>
                <w:szCs w:val="22"/>
                <w:lang w:eastAsia="it-IT"/>
              </w:rPr>
              <w:t>* SI VALUTA IL TITOLO PIÙ FAVOREVOLE</w:t>
            </w:r>
          </w:p>
        </w:tc>
      </w:tr>
      <w:tr w:rsidR="0066049B" w:rsidRPr="00416604" w:rsidTr="004F340C">
        <w:trPr>
          <w:trHeight w:val="87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rPr>
                <w:bCs/>
                <w:color w:val="000000"/>
                <w:lang w:eastAsia="it-IT"/>
              </w:rPr>
            </w:pPr>
            <w:r w:rsidRPr="00416604">
              <w:t xml:space="preserve">Esperienze di docenza nel settore di pertinenza </w:t>
            </w:r>
            <w:r w:rsidRPr="00416604">
              <w:rPr>
                <w:bCs/>
                <w:color w:val="000000"/>
                <w:lang w:eastAsia="it-IT"/>
              </w:rPr>
              <w:t>con alunni di età tra i 10 e i 13 anni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</w:pPr>
            <w:r w:rsidRPr="00416604">
              <w:t>1 punto per</w:t>
            </w:r>
            <w:r w:rsidRPr="00416604">
              <w:rPr>
                <w:color w:val="000000"/>
                <w:lang w:eastAsia="it-IT"/>
              </w:rPr>
              <w:t xml:space="preserve">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t>max 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</w:pPr>
          </w:p>
        </w:tc>
      </w:tr>
      <w:tr w:rsidR="0066049B" w:rsidRPr="00416604" w:rsidTr="004F340C">
        <w:trPr>
          <w:trHeight w:val="78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</w:pPr>
            <w:r w:rsidRPr="00416604">
              <w:t>Pubblicazioni scientifiche e Master in tematiche attinenti l’ambito di intervento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voce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  <w:rPr>
                <w:caps/>
              </w:rPr>
            </w:pPr>
            <w:r w:rsidRPr="00416604">
              <w:t>Esperienze pregresse nell’ambito di progetti P.O.N.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2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6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/>
            </w:pPr>
            <w:r w:rsidRPr="00416604">
              <w:t>Esperienze pregresse nell’ambito di progetti P.O.N. non specifici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1 punto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3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</w:pPr>
            <w:r w:rsidRPr="00416604">
              <w:t>Esperienze in qualità di esaminatore ECDL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5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20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4F340C">
        <w:trPr>
          <w:trHeight w:val="630"/>
        </w:trPr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4F340C">
            <w:pPr>
              <w:spacing w:after="0" w:line="240" w:lineRule="auto"/>
            </w:pPr>
            <w:r w:rsidRPr="00416604">
              <w:t>Esperienze in qualità di docente in corsi di preparazione per esami ECDL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3 punti per esperienza</w:t>
            </w:r>
          </w:p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  <w:r w:rsidRPr="00416604">
              <w:rPr>
                <w:color w:val="000000"/>
                <w:lang w:eastAsia="it-IT"/>
              </w:rPr>
              <w:t>max 12 punti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4F340C">
            <w:pPr>
              <w:spacing w:after="0" w:line="240" w:lineRule="auto"/>
              <w:jc w:val="center"/>
              <w:rPr>
                <w:color w:val="000000"/>
                <w:lang w:eastAsia="it-IT"/>
              </w:rPr>
            </w:pPr>
          </w:p>
        </w:tc>
      </w:tr>
      <w:tr w:rsidR="0066049B" w:rsidRPr="00416604" w:rsidTr="00164B3E">
        <w:trPr>
          <w:trHeight w:val="630"/>
        </w:trPr>
        <w:tc>
          <w:tcPr>
            <w:tcW w:w="8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6049B" w:rsidRPr="00416604" w:rsidRDefault="0066049B" w:rsidP="00164B3E">
            <w:pPr>
              <w:spacing w:after="0"/>
              <w:jc w:val="right"/>
              <w:rPr>
                <w:b/>
              </w:rPr>
            </w:pPr>
            <w:r w:rsidRPr="00416604">
              <w:rPr>
                <w:b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049B" w:rsidRPr="00416604" w:rsidRDefault="0066049B" w:rsidP="00164B3E">
            <w:pPr>
              <w:spacing w:after="0"/>
              <w:jc w:val="center"/>
            </w:pPr>
          </w:p>
        </w:tc>
      </w:tr>
    </w:tbl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731119">
      <w:pPr>
        <w:pStyle w:val="Default"/>
        <w:jc w:val="center"/>
        <w:rPr>
          <w:sz w:val="22"/>
          <w:szCs w:val="22"/>
        </w:rPr>
      </w:pPr>
    </w:p>
    <w:p w:rsidR="0066049B" w:rsidRPr="006E0893" w:rsidRDefault="0066049B" w:rsidP="0081769D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</w:rPr>
      </w:pPr>
    </w:p>
    <w:sectPr w:rsidR="0066049B" w:rsidRPr="006E0893" w:rsidSect="006E089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34CB4"/>
    <w:multiLevelType w:val="hybridMultilevel"/>
    <w:tmpl w:val="98961E9A"/>
    <w:lvl w:ilvl="0" w:tplc="2A64B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D60F9"/>
    <w:multiLevelType w:val="hybridMultilevel"/>
    <w:tmpl w:val="03821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69D"/>
    <w:rsid w:val="00006B62"/>
    <w:rsid w:val="00022D6A"/>
    <w:rsid w:val="00030B49"/>
    <w:rsid w:val="00031565"/>
    <w:rsid w:val="00033CBF"/>
    <w:rsid w:val="00034270"/>
    <w:rsid w:val="000369C6"/>
    <w:rsid w:val="00042852"/>
    <w:rsid w:val="00047F7F"/>
    <w:rsid w:val="00056E63"/>
    <w:rsid w:val="000723D4"/>
    <w:rsid w:val="000744AE"/>
    <w:rsid w:val="00075119"/>
    <w:rsid w:val="00077407"/>
    <w:rsid w:val="000919C7"/>
    <w:rsid w:val="00094CCD"/>
    <w:rsid w:val="000A3331"/>
    <w:rsid w:val="000A3B36"/>
    <w:rsid w:val="000A429C"/>
    <w:rsid w:val="000B17B3"/>
    <w:rsid w:val="000B462E"/>
    <w:rsid w:val="000C0EE3"/>
    <w:rsid w:val="000C2C42"/>
    <w:rsid w:val="000C4653"/>
    <w:rsid w:val="000D0468"/>
    <w:rsid w:val="000D15A2"/>
    <w:rsid w:val="000D570C"/>
    <w:rsid w:val="000D62F2"/>
    <w:rsid w:val="000E0797"/>
    <w:rsid w:val="000E2C91"/>
    <w:rsid w:val="000E3CB6"/>
    <w:rsid w:val="0010263A"/>
    <w:rsid w:val="00105DF4"/>
    <w:rsid w:val="0011611E"/>
    <w:rsid w:val="00116620"/>
    <w:rsid w:val="00121FCB"/>
    <w:rsid w:val="00131C71"/>
    <w:rsid w:val="0013570F"/>
    <w:rsid w:val="00136306"/>
    <w:rsid w:val="001539FD"/>
    <w:rsid w:val="00154944"/>
    <w:rsid w:val="0016012F"/>
    <w:rsid w:val="00163DBD"/>
    <w:rsid w:val="00164B3E"/>
    <w:rsid w:val="00171F9B"/>
    <w:rsid w:val="0017363A"/>
    <w:rsid w:val="001918E2"/>
    <w:rsid w:val="001A00D5"/>
    <w:rsid w:val="001A3080"/>
    <w:rsid w:val="001D1355"/>
    <w:rsid w:val="001D28EB"/>
    <w:rsid w:val="001E0ECB"/>
    <w:rsid w:val="001E47A8"/>
    <w:rsid w:val="001F16A3"/>
    <w:rsid w:val="00215055"/>
    <w:rsid w:val="0022313C"/>
    <w:rsid w:val="00234182"/>
    <w:rsid w:val="00234800"/>
    <w:rsid w:val="0024395D"/>
    <w:rsid w:val="00254E00"/>
    <w:rsid w:val="0025759B"/>
    <w:rsid w:val="00274B3D"/>
    <w:rsid w:val="00277975"/>
    <w:rsid w:val="00292F54"/>
    <w:rsid w:val="002A388C"/>
    <w:rsid w:val="002A59AE"/>
    <w:rsid w:val="002B5306"/>
    <w:rsid w:val="002B74FA"/>
    <w:rsid w:val="002D4CC9"/>
    <w:rsid w:val="002E49A2"/>
    <w:rsid w:val="003008D9"/>
    <w:rsid w:val="00302117"/>
    <w:rsid w:val="003022A6"/>
    <w:rsid w:val="0030351A"/>
    <w:rsid w:val="00326B86"/>
    <w:rsid w:val="003324F8"/>
    <w:rsid w:val="00335F3C"/>
    <w:rsid w:val="00351DC9"/>
    <w:rsid w:val="00360D2E"/>
    <w:rsid w:val="003658B0"/>
    <w:rsid w:val="00367171"/>
    <w:rsid w:val="003738CE"/>
    <w:rsid w:val="00376BBB"/>
    <w:rsid w:val="003842DE"/>
    <w:rsid w:val="003B3F7F"/>
    <w:rsid w:val="003B5440"/>
    <w:rsid w:val="003B651E"/>
    <w:rsid w:val="003C0340"/>
    <w:rsid w:val="003C6756"/>
    <w:rsid w:val="003D137C"/>
    <w:rsid w:val="003D60C9"/>
    <w:rsid w:val="003D754E"/>
    <w:rsid w:val="003E21B4"/>
    <w:rsid w:val="003E3673"/>
    <w:rsid w:val="003F0823"/>
    <w:rsid w:val="003F5BC8"/>
    <w:rsid w:val="00400CEE"/>
    <w:rsid w:val="00401F72"/>
    <w:rsid w:val="00404B6C"/>
    <w:rsid w:val="00406894"/>
    <w:rsid w:val="00407AE5"/>
    <w:rsid w:val="0041469E"/>
    <w:rsid w:val="00416604"/>
    <w:rsid w:val="004226E5"/>
    <w:rsid w:val="00425A6E"/>
    <w:rsid w:val="0043007D"/>
    <w:rsid w:val="00433E13"/>
    <w:rsid w:val="00435438"/>
    <w:rsid w:val="00456106"/>
    <w:rsid w:val="004656AE"/>
    <w:rsid w:val="00467B1C"/>
    <w:rsid w:val="00482406"/>
    <w:rsid w:val="00482EF9"/>
    <w:rsid w:val="004830B8"/>
    <w:rsid w:val="0048336B"/>
    <w:rsid w:val="00492CE4"/>
    <w:rsid w:val="00496574"/>
    <w:rsid w:val="004A0279"/>
    <w:rsid w:val="004A2919"/>
    <w:rsid w:val="004A3456"/>
    <w:rsid w:val="004A3803"/>
    <w:rsid w:val="004A5A17"/>
    <w:rsid w:val="004A6F90"/>
    <w:rsid w:val="004B31E9"/>
    <w:rsid w:val="004B5665"/>
    <w:rsid w:val="004B5DE6"/>
    <w:rsid w:val="004C3755"/>
    <w:rsid w:val="004D059C"/>
    <w:rsid w:val="004D58FB"/>
    <w:rsid w:val="004F097B"/>
    <w:rsid w:val="004F340C"/>
    <w:rsid w:val="004F3B75"/>
    <w:rsid w:val="004F423C"/>
    <w:rsid w:val="0050341C"/>
    <w:rsid w:val="005048DD"/>
    <w:rsid w:val="00520D2C"/>
    <w:rsid w:val="00531BD6"/>
    <w:rsid w:val="00534EC7"/>
    <w:rsid w:val="005350FE"/>
    <w:rsid w:val="005409E6"/>
    <w:rsid w:val="00545DDC"/>
    <w:rsid w:val="005473FF"/>
    <w:rsid w:val="0055045A"/>
    <w:rsid w:val="0055373A"/>
    <w:rsid w:val="005675C7"/>
    <w:rsid w:val="0057745B"/>
    <w:rsid w:val="00585D59"/>
    <w:rsid w:val="00590B72"/>
    <w:rsid w:val="00597AE2"/>
    <w:rsid w:val="005A0A1E"/>
    <w:rsid w:val="005C0B84"/>
    <w:rsid w:val="005C21B1"/>
    <w:rsid w:val="005E5F03"/>
    <w:rsid w:val="005E7A61"/>
    <w:rsid w:val="005F345A"/>
    <w:rsid w:val="00611B1D"/>
    <w:rsid w:val="00612424"/>
    <w:rsid w:val="006147B6"/>
    <w:rsid w:val="00616851"/>
    <w:rsid w:val="0062060B"/>
    <w:rsid w:val="006229A6"/>
    <w:rsid w:val="00624E92"/>
    <w:rsid w:val="006271E4"/>
    <w:rsid w:val="00627226"/>
    <w:rsid w:val="00630616"/>
    <w:rsid w:val="00631274"/>
    <w:rsid w:val="00636D3D"/>
    <w:rsid w:val="00644119"/>
    <w:rsid w:val="00645783"/>
    <w:rsid w:val="006467E6"/>
    <w:rsid w:val="00651D78"/>
    <w:rsid w:val="0066049B"/>
    <w:rsid w:val="006638F0"/>
    <w:rsid w:val="00663C37"/>
    <w:rsid w:val="006648B2"/>
    <w:rsid w:val="00672C63"/>
    <w:rsid w:val="00683ACC"/>
    <w:rsid w:val="0068762A"/>
    <w:rsid w:val="00692965"/>
    <w:rsid w:val="00693549"/>
    <w:rsid w:val="00694044"/>
    <w:rsid w:val="006979D7"/>
    <w:rsid w:val="006A281C"/>
    <w:rsid w:val="006A3AA1"/>
    <w:rsid w:val="006A50C1"/>
    <w:rsid w:val="006B0246"/>
    <w:rsid w:val="006B4A1B"/>
    <w:rsid w:val="006B4C2C"/>
    <w:rsid w:val="006C4CE9"/>
    <w:rsid w:val="006D69F7"/>
    <w:rsid w:val="006E0893"/>
    <w:rsid w:val="006F4109"/>
    <w:rsid w:val="006F6D4D"/>
    <w:rsid w:val="0070148E"/>
    <w:rsid w:val="0070511A"/>
    <w:rsid w:val="00731119"/>
    <w:rsid w:val="00736896"/>
    <w:rsid w:val="00740454"/>
    <w:rsid w:val="00751A15"/>
    <w:rsid w:val="00754F26"/>
    <w:rsid w:val="00767A85"/>
    <w:rsid w:val="007731E7"/>
    <w:rsid w:val="007754F1"/>
    <w:rsid w:val="00775BFD"/>
    <w:rsid w:val="00780D80"/>
    <w:rsid w:val="0078445C"/>
    <w:rsid w:val="00797D2B"/>
    <w:rsid w:val="007C542F"/>
    <w:rsid w:val="007D1C59"/>
    <w:rsid w:val="007E2ADD"/>
    <w:rsid w:val="007E64D9"/>
    <w:rsid w:val="007F0AC1"/>
    <w:rsid w:val="007F0DB3"/>
    <w:rsid w:val="00803CFA"/>
    <w:rsid w:val="008120F0"/>
    <w:rsid w:val="0081769D"/>
    <w:rsid w:val="00823971"/>
    <w:rsid w:val="00823BD5"/>
    <w:rsid w:val="00823DB1"/>
    <w:rsid w:val="00830A89"/>
    <w:rsid w:val="00831422"/>
    <w:rsid w:val="008350E5"/>
    <w:rsid w:val="00841674"/>
    <w:rsid w:val="00846D76"/>
    <w:rsid w:val="00882E7C"/>
    <w:rsid w:val="00883416"/>
    <w:rsid w:val="008841BC"/>
    <w:rsid w:val="00891458"/>
    <w:rsid w:val="00897DAF"/>
    <w:rsid w:val="008A7FE8"/>
    <w:rsid w:val="008B3DED"/>
    <w:rsid w:val="008B4975"/>
    <w:rsid w:val="008B7B13"/>
    <w:rsid w:val="008C19BD"/>
    <w:rsid w:val="008D1FD5"/>
    <w:rsid w:val="008D7989"/>
    <w:rsid w:val="008E135D"/>
    <w:rsid w:val="008E3F00"/>
    <w:rsid w:val="008F3841"/>
    <w:rsid w:val="008F67CA"/>
    <w:rsid w:val="00922773"/>
    <w:rsid w:val="0092407A"/>
    <w:rsid w:val="00927B6A"/>
    <w:rsid w:val="00931B34"/>
    <w:rsid w:val="0094276C"/>
    <w:rsid w:val="00943C12"/>
    <w:rsid w:val="00976B05"/>
    <w:rsid w:val="0098180F"/>
    <w:rsid w:val="00981D67"/>
    <w:rsid w:val="00991C93"/>
    <w:rsid w:val="009A7FC6"/>
    <w:rsid w:val="009B521B"/>
    <w:rsid w:val="009B6DE2"/>
    <w:rsid w:val="009B7B59"/>
    <w:rsid w:val="009C13C8"/>
    <w:rsid w:val="009D18B5"/>
    <w:rsid w:val="009D4794"/>
    <w:rsid w:val="009D500D"/>
    <w:rsid w:val="009F252F"/>
    <w:rsid w:val="009F36A5"/>
    <w:rsid w:val="009F71FB"/>
    <w:rsid w:val="00A00217"/>
    <w:rsid w:val="00A10788"/>
    <w:rsid w:val="00A1301E"/>
    <w:rsid w:val="00A13639"/>
    <w:rsid w:val="00A15A7A"/>
    <w:rsid w:val="00A20FEF"/>
    <w:rsid w:val="00A64C73"/>
    <w:rsid w:val="00A667BC"/>
    <w:rsid w:val="00A8235E"/>
    <w:rsid w:val="00A838C7"/>
    <w:rsid w:val="00A91B53"/>
    <w:rsid w:val="00AA596D"/>
    <w:rsid w:val="00AB4E69"/>
    <w:rsid w:val="00AB6233"/>
    <w:rsid w:val="00AC4F41"/>
    <w:rsid w:val="00AD1844"/>
    <w:rsid w:val="00AF6452"/>
    <w:rsid w:val="00AF65A6"/>
    <w:rsid w:val="00B027AD"/>
    <w:rsid w:val="00B036E3"/>
    <w:rsid w:val="00B07220"/>
    <w:rsid w:val="00B15692"/>
    <w:rsid w:val="00B4083D"/>
    <w:rsid w:val="00B4557F"/>
    <w:rsid w:val="00B72160"/>
    <w:rsid w:val="00B724BD"/>
    <w:rsid w:val="00B74C86"/>
    <w:rsid w:val="00B803CF"/>
    <w:rsid w:val="00B8661D"/>
    <w:rsid w:val="00B9014E"/>
    <w:rsid w:val="00BC0BEB"/>
    <w:rsid w:val="00BC528F"/>
    <w:rsid w:val="00BD3A96"/>
    <w:rsid w:val="00BE0C8D"/>
    <w:rsid w:val="00BE352A"/>
    <w:rsid w:val="00BE3C79"/>
    <w:rsid w:val="00C05FC6"/>
    <w:rsid w:val="00C22785"/>
    <w:rsid w:val="00C26346"/>
    <w:rsid w:val="00C4658D"/>
    <w:rsid w:val="00C70878"/>
    <w:rsid w:val="00C745AA"/>
    <w:rsid w:val="00C75598"/>
    <w:rsid w:val="00C874BA"/>
    <w:rsid w:val="00C92D17"/>
    <w:rsid w:val="00C93BA8"/>
    <w:rsid w:val="00CA0BF2"/>
    <w:rsid w:val="00CB1A20"/>
    <w:rsid w:val="00CC09DD"/>
    <w:rsid w:val="00CC34E3"/>
    <w:rsid w:val="00CD6236"/>
    <w:rsid w:val="00CD6CB5"/>
    <w:rsid w:val="00CE040C"/>
    <w:rsid w:val="00CE11CF"/>
    <w:rsid w:val="00CE60D3"/>
    <w:rsid w:val="00CF46F1"/>
    <w:rsid w:val="00D36CAE"/>
    <w:rsid w:val="00D408E7"/>
    <w:rsid w:val="00D44433"/>
    <w:rsid w:val="00D45A8D"/>
    <w:rsid w:val="00D70C9C"/>
    <w:rsid w:val="00D7373F"/>
    <w:rsid w:val="00DA7E06"/>
    <w:rsid w:val="00DB2188"/>
    <w:rsid w:val="00DB745B"/>
    <w:rsid w:val="00DC18C6"/>
    <w:rsid w:val="00DC56B8"/>
    <w:rsid w:val="00DF103F"/>
    <w:rsid w:val="00E029A2"/>
    <w:rsid w:val="00E06907"/>
    <w:rsid w:val="00E25ADD"/>
    <w:rsid w:val="00E549CB"/>
    <w:rsid w:val="00E736AB"/>
    <w:rsid w:val="00E74ACA"/>
    <w:rsid w:val="00E74AFA"/>
    <w:rsid w:val="00E83877"/>
    <w:rsid w:val="00E945FE"/>
    <w:rsid w:val="00E972AB"/>
    <w:rsid w:val="00E97CC9"/>
    <w:rsid w:val="00EA6388"/>
    <w:rsid w:val="00EB2ADB"/>
    <w:rsid w:val="00EC0CF5"/>
    <w:rsid w:val="00EC1F1A"/>
    <w:rsid w:val="00EC545F"/>
    <w:rsid w:val="00ED00BC"/>
    <w:rsid w:val="00ED19C1"/>
    <w:rsid w:val="00ED651E"/>
    <w:rsid w:val="00EE4337"/>
    <w:rsid w:val="00EE576B"/>
    <w:rsid w:val="00EF4156"/>
    <w:rsid w:val="00F053B4"/>
    <w:rsid w:val="00F10904"/>
    <w:rsid w:val="00F1306B"/>
    <w:rsid w:val="00F15846"/>
    <w:rsid w:val="00F2097F"/>
    <w:rsid w:val="00F23915"/>
    <w:rsid w:val="00F278CB"/>
    <w:rsid w:val="00F359DF"/>
    <w:rsid w:val="00F37276"/>
    <w:rsid w:val="00F45E1C"/>
    <w:rsid w:val="00F50D25"/>
    <w:rsid w:val="00F82DBA"/>
    <w:rsid w:val="00F9192F"/>
    <w:rsid w:val="00F952D3"/>
    <w:rsid w:val="00FA2BB5"/>
    <w:rsid w:val="00FA5BBC"/>
    <w:rsid w:val="00FA675C"/>
    <w:rsid w:val="00FA7C4C"/>
    <w:rsid w:val="00FC1F44"/>
    <w:rsid w:val="00FC7C3E"/>
    <w:rsid w:val="00FD79B7"/>
    <w:rsid w:val="00FF2271"/>
    <w:rsid w:val="00FF4185"/>
    <w:rsid w:val="00FF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A1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7407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521B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77407"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B521B"/>
    <w:rPr>
      <w:rFonts w:ascii="Cambria" w:hAnsi="Cambria" w:cs="Times New Roman"/>
      <w:i/>
      <w:iCs/>
      <w:color w:val="243F60"/>
    </w:rPr>
  </w:style>
  <w:style w:type="paragraph" w:styleId="ListParagraph">
    <w:name w:val="List Paragraph"/>
    <w:basedOn w:val="Normal"/>
    <w:uiPriority w:val="99"/>
    <w:qFormat/>
    <w:rsid w:val="0081769D"/>
    <w:pPr>
      <w:ind w:left="720"/>
      <w:contextualSpacing/>
    </w:pPr>
  </w:style>
  <w:style w:type="paragraph" w:customStyle="1" w:styleId="Default">
    <w:name w:val="Default"/>
    <w:uiPriority w:val="99"/>
    <w:rsid w:val="008176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1090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</TotalTime>
  <Pages>6</Pages>
  <Words>1029</Words>
  <Characters>5870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Barbagallo</dc:creator>
  <cp:keywords/>
  <dc:description/>
  <cp:lastModifiedBy>utente</cp:lastModifiedBy>
  <cp:revision>51</cp:revision>
  <dcterms:created xsi:type="dcterms:W3CDTF">2009-12-15T16:59:00Z</dcterms:created>
  <dcterms:modified xsi:type="dcterms:W3CDTF">2010-11-11T09:04:00Z</dcterms:modified>
</cp:coreProperties>
</file>